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26"/>
        <w:gridCol w:w="3783"/>
      </w:tblGrid>
      <w:tr w:rsidR="00E85637" w14:paraId="782D4279" w14:textId="77777777">
        <w:trPr>
          <w:cantSplit/>
          <w:trHeight w:val="567"/>
        </w:trPr>
        <w:tc>
          <w:tcPr>
            <w:tcW w:w="5216" w:type="dxa"/>
            <w:vMerge w:val="restart"/>
          </w:tcPr>
          <w:p w14:paraId="57B5FC1C" w14:textId="77777777" w:rsidR="00D51D8C" w:rsidRDefault="00B7608B" w:rsidP="0058282E">
            <w:pPr>
              <w:framePr w:w="9582" w:h="2155" w:wrap="notBeside" w:vAnchor="page" w:hAnchor="page" w:x="1702" w:y="3063"/>
              <w:rPr>
                <w:noProof/>
              </w:rPr>
            </w:pPr>
            <w:r>
              <w:fldChar w:fldCharType="begin">
                <w:ffData>
                  <w:name w:val="Text2"/>
                  <w:enabled/>
                  <w:calcOnExit w:val="0"/>
                  <w:helpText w:type="text" w:val="Sisestage siia üks või mitu adressaati. &#10;&#10;Näiteks:  &#10;Hr Jüri Mägi&#10;Pikk 22&#10;23456 Kuressaare&#10;&#10;Seejärel liikuge Tab klahviga järgmisele väljale."/>
                  <w:statusText w:type="text" w:val="Sisestage siia üks või mitu adressaati (vt F1)"/>
                  <w:textInput/>
                </w:ffData>
              </w:fldChar>
            </w:r>
            <w:bookmarkStart w:id="0" w:name="Text2"/>
            <w:r>
              <w:instrText xml:space="preserve"> FORMTEXT </w:instrText>
            </w:r>
            <w:r>
              <w:fldChar w:fldCharType="separate"/>
            </w:r>
            <w:r w:rsidR="00D51D8C" w:rsidRPr="00D51D8C">
              <w:rPr>
                <w:noProof/>
              </w:rPr>
              <w:t>Saarde Vallavalitsus</w:t>
            </w:r>
          </w:p>
          <w:p w14:paraId="5E20D322" w14:textId="7F72E3C6" w:rsidR="00E85637" w:rsidRDefault="00D51D8C" w:rsidP="00D51D8C">
            <w:pPr>
              <w:framePr w:w="9582" w:h="2155" w:wrap="notBeside" w:vAnchor="page" w:hAnchor="page" w:x="1702" w:y="3063"/>
            </w:pPr>
            <w:r>
              <w:rPr>
                <w:noProof/>
              </w:rPr>
              <w:t>i</w:t>
            </w:r>
            <w:r w:rsidRPr="00D51D8C">
              <w:rPr>
                <w:noProof/>
              </w:rPr>
              <w:t>nfo@saarde.ee</w:t>
            </w:r>
            <w:r w:rsidR="0058282E">
              <w:rPr>
                <w:noProof/>
              </w:rPr>
              <w:t xml:space="preserve"> </w:t>
            </w:r>
            <w:r w:rsidR="00B7608B">
              <w:fldChar w:fldCharType="end"/>
            </w:r>
            <w:bookmarkEnd w:id="0"/>
          </w:p>
        </w:tc>
        <w:tc>
          <w:tcPr>
            <w:tcW w:w="510" w:type="dxa"/>
            <w:noWrap/>
          </w:tcPr>
          <w:p w14:paraId="2C50A362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3799" w:type="dxa"/>
            <w:tcMar>
              <w:left w:w="85" w:type="dxa"/>
            </w:tcMar>
          </w:tcPr>
          <w:p w14:paraId="2C98ACE3" w14:textId="77777777" w:rsidR="00E85637" w:rsidRDefault="00E85637" w:rsidP="00671C7C">
            <w:pPr>
              <w:framePr w:w="9582" w:h="2155" w:wrap="notBeside" w:vAnchor="page" w:hAnchor="page" w:x="1702" w:y="3063"/>
            </w:pPr>
          </w:p>
        </w:tc>
      </w:tr>
      <w:tr w:rsidR="00E85637" w14:paraId="01A7C2E9" w14:textId="77777777">
        <w:trPr>
          <w:cantSplit/>
          <w:trHeight w:val="743"/>
        </w:trPr>
        <w:tc>
          <w:tcPr>
            <w:tcW w:w="5216" w:type="dxa"/>
            <w:vMerge/>
          </w:tcPr>
          <w:p w14:paraId="7B5C1D21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510" w:type="dxa"/>
            <w:noWrap/>
          </w:tcPr>
          <w:p w14:paraId="17D680E3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1B1B4EB9" w14:textId="6CB53CE8" w:rsidR="00E85637" w:rsidRDefault="00B7608B" w:rsidP="000D63CA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8282E" w:rsidRPr="0058282E">
              <w:rPr>
                <w:noProof/>
              </w:rPr>
              <w:t>digitaalallkirja kuupäev</w:t>
            </w:r>
            <w:r>
              <w:fldChar w:fldCharType="end"/>
            </w:r>
            <w:r w:rsidR="00356C40">
              <w:t xml:space="preserve"> nr </w:t>
            </w:r>
            <w:r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bookmarkStart w:id="1" w:name="Text51"/>
            <w:r>
              <w:instrText xml:space="preserve"> FORMTEXT </w:instrText>
            </w:r>
            <w:r>
              <w:fldChar w:fldCharType="separate"/>
            </w:r>
            <w:r w:rsidR="0058282E" w:rsidRPr="0058282E">
              <w:rPr>
                <w:noProof/>
              </w:rPr>
              <w:t>3-2.1/</w:t>
            </w:r>
            <w:r w:rsidR="00520CA4">
              <w:rPr>
                <w:noProof/>
              </w:rPr>
              <w:t>2022/</w:t>
            </w:r>
            <w:r w:rsidR="00132171">
              <w:rPr>
                <w:noProof/>
              </w:rPr>
              <w:t>6532</w:t>
            </w:r>
            <w:r>
              <w:fldChar w:fldCharType="end"/>
            </w:r>
            <w:bookmarkEnd w:id="1"/>
          </w:p>
        </w:tc>
      </w:tr>
      <w:tr w:rsidR="00E85637" w14:paraId="249A6AF0" w14:textId="77777777">
        <w:trPr>
          <w:cantSplit/>
          <w:trHeight w:hRule="exact" w:val="23"/>
        </w:trPr>
        <w:tc>
          <w:tcPr>
            <w:tcW w:w="5216" w:type="dxa"/>
          </w:tcPr>
          <w:p w14:paraId="1BED24DC" w14:textId="77777777" w:rsidR="00E85637" w:rsidRDefault="00A9445B">
            <w:pPr>
              <w:framePr w:w="9582" w:h="2155" w:wrap="notBeside" w:vAnchor="page" w:hAnchor="page" w:x="1702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14:paraId="73ABD8F2" w14:textId="77777777" w:rsidR="00E85637" w:rsidRDefault="00A9445B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22AEBD21" w14:textId="77777777" w:rsidR="00E85637" w:rsidRDefault="00E85637">
            <w:pPr>
              <w:framePr w:w="9582" w:h="2155" w:wrap="notBeside" w:vAnchor="page" w:hAnchor="page" w:x="1702" w:y="3063"/>
            </w:pPr>
          </w:p>
        </w:tc>
      </w:tr>
    </w:tbl>
    <w:p w14:paraId="53054BC2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0D3831C3" w14:textId="77777777" w:rsidR="00E85637" w:rsidRDefault="00E85637">
      <w:pPr>
        <w:rPr>
          <w:spacing w:val="0"/>
          <w:position w:val="0"/>
          <w:sz w:val="20"/>
        </w:rPr>
      </w:pPr>
    </w:p>
    <w:p w14:paraId="3FD9C8FA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41F5FE33" wp14:editId="1525CE8F">
            <wp:extent cx="6040543" cy="640715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FFEF12" w14:textId="77777777" w:rsidR="00E85637" w:rsidRDefault="00B7608B" w:rsidP="0058282E">
      <w:pPr>
        <w:pStyle w:val="Pealkiri1"/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Järelepärimine&#10;&#10;Seejärel liikuge Tab klahviga järgmisele väljale."/>
            <w:statusText w:type="text" w:val="Sisestage siia pealkiri (vt F1)"/>
            <w:textInput>
              <w:format w:val="Algsuurtäht"/>
            </w:textInput>
          </w:ffData>
        </w:fldChar>
      </w:r>
      <w:bookmarkStart w:id="2" w:name="Text7"/>
      <w:r>
        <w:instrText xml:space="preserve"> FORMTEXT </w:instrText>
      </w:r>
      <w:r>
        <w:fldChar w:fldCharType="separate"/>
      </w:r>
      <w:r w:rsidR="00E15661">
        <w:rPr>
          <w:noProof/>
        </w:rPr>
        <w:t>Nõusoleku küsimine kasvava metsa raieks</w:t>
      </w:r>
      <w:r>
        <w:fldChar w:fldCharType="end"/>
      </w:r>
      <w:bookmarkEnd w:id="2"/>
    </w:p>
    <w:p w14:paraId="15834D9F" w14:textId="77777777" w:rsidR="00E85637" w:rsidRDefault="00E85637"/>
    <w:p w14:paraId="7F8EA06F" w14:textId="77777777" w:rsidR="00E85637" w:rsidRDefault="00E85637">
      <w:pPr>
        <w:rPr>
          <w:sz w:val="26"/>
        </w:rPr>
      </w:pPr>
    </w:p>
    <w:p w14:paraId="1DADD171" w14:textId="77777777" w:rsidR="00E15661" w:rsidRDefault="00E15661" w:rsidP="00010CDD">
      <w:pPr>
        <w:jc w:val="both"/>
        <w:rPr>
          <w:spacing w:val="0"/>
          <w:position w:val="0"/>
        </w:rPr>
      </w:pPr>
      <w:r>
        <w:rPr>
          <w:spacing w:val="0"/>
          <w:position w:val="0"/>
        </w:rPr>
        <w:t xml:space="preserve">Tulenevalt </w:t>
      </w:r>
      <w:r w:rsidRPr="00E15661">
        <w:rPr>
          <w:spacing w:val="0"/>
          <w:position w:val="0"/>
        </w:rPr>
        <w:t>Metsaseaduse § 42 lõi</w:t>
      </w:r>
      <w:r w:rsidR="00A113E1">
        <w:rPr>
          <w:spacing w:val="0"/>
          <w:position w:val="0"/>
        </w:rPr>
        <w:t>kest</w:t>
      </w:r>
      <w:r w:rsidR="000D63CA">
        <w:rPr>
          <w:spacing w:val="0"/>
          <w:position w:val="0"/>
        </w:rPr>
        <w:t xml:space="preserve"> 3</w:t>
      </w:r>
      <w:r>
        <w:rPr>
          <w:spacing w:val="0"/>
          <w:position w:val="0"/>
        </w:rPr>
        <w:t>,</w:t>
      </w:r>
      <w:r w:rsidRPr="00E15661">
        <w:rPr>
          <w:spacing w:val="0"/>
          <w:position w:val="0"/>
        </w:rPr>
        <w:t xml:space="preserve"> mis sätestab, et planeeringuga linna kui asustusüksuse rohealaks määratud alal kasvavat metsa ei tohi raiuda ko</w:t>
      </w:r>
      <w:r>
        <w:rPr>
          <w:spacing w:val="0"/>
          <w:position w:val="0"/>
        </w:rPr>
        <w:t>haliku omavalitsuse nõusolekuta.</w:t>
      </w:r>
    </w:p>
    <w:p w14:paraId="6A5B03DA" w14:textId="6BE73864" w:rsidR="000D63CA" w:rsidRDefault="0058282E" w:rsidP="00010CDD">
      <w:pPr>
        <w:jc w:val="both"/>
        <w:rPr>
          <w:spacing w:val="0"/>
          <w:position w:val="0"/>
        </w:rPr>
      </w:pPr>
      <w:r w:rsidRPr="0058282E">
        <w:rPr>
          <w:spacing w:val="0"/>
          <w:position w:val="0"/>
        </w:rPr>
        <w:t xml:space="preserve">RMK Edela regioon </w:t>
      </w:r>
      <w:r w:rsidR="00E15661">
        <w:rPr>
          <w:spacing w:val="0"/>
          <w:position w:val="0"/>
        </w:rPr>
        <w:t>palub nõusolekut</w:t>
      </w:r>
      <w:r w:rsidR="00934487">
        <w:rPr>
          <w:spacing w:val="0"/>
          <w:position w:val="0"/>
        </w:rPr>
        <w:t xml:space="preserve"> </w:t>
      </w:r>
      <w:r w:rsidR="00645040">
        <w:rPr>
          <w:spacing w:val="0"/>
          <w:position w:val="0"/>
        </w:rPr>
        <w:t>71101:001:0326 ja 7001:001:0151 katastritel</w:t>
      </w:r>
      <w:r w:rsidR="00934487">
        <w:rPr>
          <w:spacing w:val="0"/>
          <w:position w:val="0"/>
        </w:rPr>
        <w:t xml:space="preserve"> </w:t>
      </w:r>
      <w:r w:rsidR="00520CA4">
        <w:rPr>
          <w:spacing w:val="0"/>
          <w:position w:val="0"/>
        </w:rPr>
        <w:t>,</w:t>
      </w:r>
      <w:r w:rsidR="00E15661">
        <w:rPr>
          <w:spacing w:val="0"/>
          <w:position w:val="0"/>
        </w:rPr>
        <w:t xml:space="preserve"> </w:t>
      </w:r>
      <w:r w:rsidR="00645040">
        <w:rPr>
          <w:spacing w:val="0"/>
          <w:position w:val="0"/>
        </w:rPr>
        <w:t>Riigimetsa kvartal LD279 eraldised 4;21;3;5;12;13</w:t>
      </w:r>
      <w:r w:rsidR="001D71B3">
        <w:rPr>
          <w:spacing w:val="0"/>
          <w:position w:val="0"/>
        </w:rPr>
        <w:t xml:space="preserve">  </w:t>
      </w:r>
      <w:r w:rsidR="00645040">
        <w:rPr>
          <w:spacing w:val="0"/>
          <w:position w:val="0"/>
        </w:rPr>
        <w:t>Aegjärgse raie teostamiseks.</w:t>
      </w:r>
    </w:p>
    <w:p w14:paraId="40AFAC5E" w14:textId="77777777" w:rsidR="001D71B3" w:rsidRDefault="001D71B3" w:rsidP="00010CDD">
      <w:pPr>
        <w:jc w:val="both"/>
        <w:rPr>
          <w:spacing w:val="0"/>
          <w:position w:val="0"/>
        </w:rPr>
      </w:pPr>
    </w:p>
    <w:p w14:paraId="2E747AC0" w14:textId="77777777" w:rsidR="0058282E" w:rsidRPr="0058282E" w:rsidRDefault="0058282E" w:rsidP="000D63CA">
      <w:pPr>
        <w:jc w:val="both"/>
        <w:rPr>
          <w:spacing w:val="0"/>
          <w:position w:val="0"/>
        </w:rPr>
      </w:pPr>
      <w:r w:rsidRPr="0058282E">
        <w:rPr>
          <w:spacing w:val="0"/>
          <w:position w:val="0"/>
        </w:rPr>
        <w:t xml:space="preserve">Vastutava isiku kontaktandmed: </w:t>
      </w:r>
    </w:p>
    <w:p w14:paraId="4595E11B" w14:textId="0E1D3C39" w:rsidR="0058282E" w:rsidRDefault="000D63CA" w:rsidP="000D63CA">
      <w:pPr>
        <w:jc w:val="both"/>
        <w:rPr>
          <w:spacing w:val="0"/>
          <w:position w:val="0"/>
        </w:rPr>
      </w:pPr>
      <w:r w:rsidRPr="000D63CA">
        <w:rPr>
          <w:spacing w:val="0"/>
          <w:position w:val="0"/>
        </w:rPr>
        <w:t>Raietööde läbiviimist korraldab RMK Edela regiooni praaker</w:t>
      </w:r>
      <w:r>
        <w:rPr>
          <w:spacing w:val="0"/>
          <w:position w:val="0"/>
        </w:rPr>
        <w:t xml:space="preserve"> </w:t>
      </w:r>
      <w:r w:rsidR="00645040">
        <w:rPr>
          <w:spacing w:val="0"/>
          <w:position w:val="0"/>
        </w:rPr>
        <w:t>Mando Kadarik</w:t>
      </w:r>
      <w:r w:rsidR="00C6624D">
        <w:rPr>
          <w:spacing w:val="0"/>
          <w:position w:val="0"/>
        </w:rPr>
        <w:t xml:space="preserve"> ( </w:t>
      </w:r>
      <w:r w:rsidR="00E21810">
        <w:rPr>
          <w:spacing w:val="0"/>
          <w:position w:val="0"/>
        </w:rPr>
        <w:t>5178910</w:t>
      </w:r>
      <w:r w:rsidR="0058282E" w:rsidRPr="0058282E">
        <w:rPr>
          <w:spacing w:val="0"/>
          <w:position w:val="0"/>
        </w:rPr>
        <w:t>).</w:t>
      </w:r>
    </w:p>
    <w:p w14:paraId="37C8DEEB" w14:textId="77777777" w:rsidR="00520CA4" w:rsidRPr="0058282E" w:rsidRDefault="00520CA4" w:rsidP="000D63CA">
      <w:pPr>
        <w:jc w:val="both"/>
        <w:rPr>
          <w:spacing w:val="0"/>
          <w:position w:val="0"/>
        </w:rPr>
      </w:pPr>
    </w:p>
    <w:p w14:paraId="21E99BFB" w14:textId="77777777" w:rsidR="00E85637" w:rsidRDefault="00E85637">
      <w:pPr>
        <w:sectPr w:rsidR="00E85637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34B8FEF1" w14:textId="77777777" w:rsidR="001D139F" w:rsidRDefault="001D139F"/>
    <w:p w14:paraId="3A580262" w14:textId="77777777" w:rsidR="00E85637" w:rsidRDefault="00E85637"/>
    <w:p w14:paraId="5D602E02" w14:textId="77777777" w:rsidR="00E85637" w:rsidRDefault="00E85637"/>
    <w:p w14:paraId="4DD1FCB6" w14:textId="77777777" w:rsidR="00E85637" w:rsidRDefault="00A9445B">
      <w: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Lugupidamisega</w:t>
      </w:r>
      <w:r>
        <w:fldChar w:fldCharType="end"/>
      </w:r>
    </w:p>
    <w:p w14:paraId="0BD8A0DF" w14:textId="77777777" w:rsidR="00E85637" w:rsidRDefault="00E85637"/>
    <w:p w14:paraId="10A03AD2" w14:textId="77777777" w:rsidR="00E85637" w:rsidRDefault="00E85637"/>
    <w:p w14:paraId="6DFD396B" w14:textId="77777777" w:rsidR="00E85637" w:rsidRDefault="0058282E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listEntry w:val="(allkirjastatud digitaalselt)"/>
              <w:listEntry w:val="          "/>
            </w:ddList>
          </w:ffData>
        </w:fldChar>
      </w:r>
      <w:bookmarkStart w:id="3" w:name="Dropdown9"/>
      <w:r>
        <w:rPr>
          <w:spacing w:val="0"/>
          <w:position w:val="0"/>
        </w:rPr>
        <w:instrText xml:space="preserve"> FORMDROPDOWN </w:instrText>
      </w:r>
      <w:r w:rsidR="00000000">
        <w:rPr>
          <w:spacing w:val="0"/>
          <w:position w:val="0"/>
        </w:rPr>
      </w:r>
      <w:r w:rsidR="00000000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3"/>
    </w:p>
    <w:p w14:paraId="2690A161" w14:textId="77777777" w:rsidR="00E85637" w:rsidRDefault="00E85637"/>
    <w:p w14:paraId="158BC21C" w14:textId="77777777" w:rsidR="00E85637" w:rsidRDefault="00E85637">
      <w:pPr>
        <w:rPr>
          <w:sz w:val="14"/>
        </w:rPr>
      </w:pPr>
    </w:p>
    <w:p w14:paraId="2DA264AB" w14:textId="77777777" w:rsidR="00E85637" w:rsidRDefault="00E85637">
      <w:pPr>
        <w:rPr>
          <w:sz w:val="2"/>
        </w:rPr>
      </w:pPr>
    </w:p>
    <w:p w14:paraId="49FCCC50" w14:textId="43144BA7" w:rsidR="0058282E" w:rsidRDefault="00B7608B">
      <w:r>
        <w:fldChar w:fldCharType="begin">
          <w:ffData>
            <w:name w:val="Text30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bookmarkStart w:id="4" w:name="Text30"/>
      <w:r>
        <w:instrText xml:space="preserve"> FORMTEXT </w:instrText>
      </w:r>
      <w:r>
        <w:fldChar w:fldCharType="separate"/>
      </w:r>
      <w:r w:rsidR="00D51D8C">
        <w:rPr>
          <w:noProof/>
        </w:rPr>
        <w:t>Einart Kask</w:t>
      </w:r>
      <w:r>
        <w:fldChar w:fldCharType="end"/>
      </w:r>
      <w:bookmarkEnd w:id="4"/>
    </w:p>
    <w:p w14:paraId="0236EAE3" w14:textId="77777777" w:rsidR="00E85637" w:rsidRDefault="00B7608B">
      <w:r>
        <w:fldChar w:fldCharType="begin">
          <w:ffData>
            <w:name w:val="Text32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bookmarkStart w:id="5" w:name="Text32"/>
      <w:r>
        <w:instrText xml:space="preserve"> FORMTEXT </w:instrText>
      </w:r>
      <w:r>
        <w:fldChar w:fldCharType="separate"/>
      </w:r>
      <w:r w:rsidR="0058282E">
        <w:rPr>
          <w:noProof/>
        </w:rPr>
        <w:t>RMK Edela regiooni varumisjuht</w:t>
      </w:r>
      <w:r>
        <w:fldChar w:fldCharType="end"/>
      </w:r>
      <w:bookmarkEnd w:id="5"/>
    </w:p>
    <w:p w14:paraId="0FDDC76E" w14:textId="77777777" w:rsidR="00E85637" w:rsidRDefault="00E85637"/>
    <w:p w14:paraId="4A388CF2" w14:textId="77777777" w:rsidR="00E85637" w:rsidRDefault="00E85637"/>
    <w:p w14:paraId="7684036A" w14:textId="77777777" w:rsidR="0058282E" w:rsidRPr="0058282E" w:rsidRDefault="0058282E" w:rsidP="0058282E">
      <w:r w:rsidRPr="0058282E">
        <w:fldChar w:fldCharType="begin">
          <w:ffData>
            <w:name w:val="Text28"/>
            <w:enabled/>
            <w:calcOnExit w:val="0"/>
            <w:helpText w:type="text" w:val="Kirjutage siia lisa(d) ja koopia(d)&#10;&#10;Näiteks:   Lisa 4 lehel 1 eks&#10;&#10;Seejärel liikuge Tab klahviga järgmisele väljale."/>
            <w:statusText w:type="text" w:val="Kirjutage siia lisa(d) ja koopia(d) (vt F1)."/>
            <w:textInput>
              <w:format w:val="Algsuurtäht"/>
            </w:textInput>
          </w:ffData>
        </w:fldChar>
      </w:r>
      <w:r w:rsidRPr="0058282E">
        <w:instrText xml:space="preserve"> FORMTEXT </w:instrText>
      </w:r>
      <w:r w:rsidRPr="0058282E">
        <w:fldChar w:fldCharType="separate"/>
      </w:r>
      <w:r w:rsidRPr="0058282E">
        <w:fldChar w:fldCharType="begin">
          <w:ffData>
            <w:name w:val="Text28"/>
            <w:enabled/>
            <w:calcOnExit w:val="0"/>
            <w:helpText w:type="text" w:val="Kirjutage siia lisa(d) ja koopia(d)&#10;&#10;Näiteks:   Lisa 4 lehel 1 eks&#10;&#10;Seejärel liikuge Tab klahviga järgmisele väljale."/>
            <w:statusText w:type="text" w:val="Kirjutage siia lisa(d) ja koopia(d) (vt F1)."/>
            <w:textInput>
              <w:format w:val="Algsuurtäht"/>
            </w:textInput>
          </w:ffData>
        </w:fldChar>
      </w:r>
      <w:r w:rsidRPr="0058282E">
        <w:instrText xml:space="preserve"> FORMTEXT </w:instrText>
      </w:r>
      <w:r w:rsidRPr="0058282E">
        <w:fldChar w:fldCharType="separate"/>
      </w:r>
      <w:r w:rsidRPr="0058282E">
        <w:t>Lisa 1 Asendiplaan 1 lehel 1eks</w:t>
      </w:r>
      <w:r w:rsidRPr="0058282E">
        <w:fldChar w:fldCharType="end"/>
      </w:r>
      <w:r w:rsidRPr="0058282E">
        <w:fldChar w:fldCharType="end"/>
      </w:r>
    </w:p>
    <w:p w14:paraId="4184021A" w14:textId="584E888E" w:rsidR="00E85637" w:rsidRDefault="00E85637"/>
    <w:p w14:paraId="57D99DE1" w14:textId="77777777" w:rsidR="00520CA4" w:rsidRDefault="00520CA4"/>
    <w:p w14:paraId="7182CCC1" w14:textId="6C185685" w:rsidR="00356C40" w:rsidRDefault="0015432F">
      <w:r>
        <w:fldChar w:fldCharType="begin">
          <w:ffData>
            <w:name w:val=""/>
            <w:enabled/>
            <w:calcOnExit w:val="0"/>
            <w:helpText w:type="text" w:val="Sisestage siia koostaja nimi, kui koostaja ja allakirjutaja on eri isikud.&#10;&#10;&#10;&#10;Seejärel liikuge Tab klahviga järgmisele väljale.&#10;&#10;"/>
            <w:statusText w:type="text" w:val="Sisestage siia koostaja nimi, kui koostaja ja allakirjutaja on eri isikud."/>
            <w:textInput/>
          </w:ffData>
        </w:fldChar>
      </w:r>
      <w:r>
        <w:instrText xml:space="preserve"> FORMTEXT </w:instrText>
      </w:r>
      <w:r>
        <w:fldChar w:fldCharType="separate"/>
      </w:r>
      <w:r w:rsidR="00D51D8C" w:rsidRPr="00D51D8C">
        <w:rPr>
          <w:noProof/>
        </w:rPr>
        <w:t>5159073</w:t>
      </w:r>
      <w:r w:rsidR="00D51D8C">
        <w:rPr>
          <w:noProof/>
        </w:rPr>
        <w:t>, einart.kask@rmk.ee</w:t>
      </w:r>
      <w:r>
        <w:fldChar w:fldCharType="end"/>
      </w:r>
    </w:p>
    <w:sectPr w:rsidR="00356C40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B6C73" w14:textId="77777777" w:rsidR="002276D2" w:rsidRDefault="002276D2">
      <w:r>
        <w:separator/>
      </w:r>
    </w:p>
  </w:endnote>
  <w:endnote w:type="continuationSeparator" w:id="0">
    <w:p w14:paraId="33BF953D" w14:textId="77777777" w:rsidR="002276D2" w:rsidRDefault="00227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F5974" w14:textId="77777777" w:rsidR="00E15661" w:rsidRDefault="00E15661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34ED6" w14:textId="77777777" w:rsidR="00E15661" w:rsidRDefault="00E15661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19F4E" w14:textId="77777777" w:rsidR="00E15661" w:rsidRDefault="00E15661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87F27" w14:textId="77777777" w:rsidR="002276D2" w:rsidRDefault="002276D2">
      <w:r>
        <w:separator/>
      </w:r>
    </w:p>
  </w:footnote>
  <w:footnote w:type="continuationSeparator" w:id="0">
    <w:p w14:paraId="20E32D71" w14:textId="77777777" w:rsidR="002276D2" w:rsidRDefault="00227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C1120" w14:textId="77777777" w:rsidR="00E15661" w:rsidRDefault="00E15661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0D63CA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4A52C" w14:textId="77777777" w:rsidR="00E15661" w:rsidRDefault="00E15661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21EFF" w14:textId="77777777" w:rsidR="00E15661" w:rsidRDefault="00E15661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604465137">
    <w:abstractNumId w:val="0"/>
  </w:num>
  <w:num w:numId="2" w16cid:durableId="202193246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82E"/>
    <w:rsid w:val="00010CDD"/>
    <w:rsid w:val="00050D44"/>
    <w:rsid w:val="000C434F"/>
    <w:rsid w:val="000D31BC"/>
    <w:rsid w:val="000D63CA"/>
    <w:rsid w:val="000F173A"/>
    <w:rsid w:val="00132171"/>
    <w:rsid w:val="00133F1E"/>
    <w:rsid w:val="0015432F"/>
    <w:rsid w:val="0018537C"/>
    <w:rsid w:val="00187A2D"/>
    <w:rsid w:val="001D139F"/>
    <w:rsid w:val="001D71B3"/>
    <w:rsid w:val="001E574A"/>
    <w:rsid w:val="002249E6"/>
    <w:rsid w:val="002276D2"/>
    <w:rsid w:val="00231DFB"/>
    <w:rsid w:val="002A2DA0"/>
    <w:rsid w:val="00301E8B"/>
    <w:rsid w:val="003035C5"/>
    <w:rsid w:val="00326150"/>
    <w:rsid w:val="00356C40"/>
    <w:rsid w:val="003A08B0"/>
    <w:rsid w:val="003E09C5"/>
    <w:rsid w:val="00436506"/>
    <w:rsid w:val="004563AD"/>
    <w:rsid w:val="0045648E"/>
    <w:rsid w:val="00464DD1"/>
    <w:rsid w:val="00491E34"/>
    <w:rsid w:val="004C28FE"/>
    <w:rsid w:val="004F5A6B"/>
    <w:rsid w:val="005030E5"/>
    <w:rsid w:val="00507727"/>
    <w:rsid w:val="00520CA4"/>
    <w:rsid w:val="0058282E"/>
    <w:rsid w:val="005B7745"/>
    <w:rsid w:val="006048E9"/>
    <w:rsid w:val="006228CF"/>
    <w:rsid w:val="00645040"/>
    <w:rsid w:val="00671C7C"/>
    <w:rsid w:val="00704BBF"/>
    <w:rsid w:val="00713DF2"/>
    <w:rsid w:val="00724E7A"/>
    <w:rsid w:val="00745C6E"/>
    <w:rsid w:val="0077511D"/>
    <w:rsid w:val="007B7275"/>
    <w:rsid w:val="007D6A7E"/>
    <w:rsid w:val="007E0D20"/>
    <w:rsid w:val="007F482F"/>
    <w:rsid w:val="00845FCB"/>
    <w:rsid w:val="00850A97"/>
    <w:rsid w:val="008B1038"/>
    <w:rsid w:val="008C0A3A"/>
    <w:rsid w:val="00934487"/>
    <w:rsid w:val="00A113E1"/>
    <w:rsid w:val="00A55B7D"/>
    <w:rsid w:val="00A9445B"/>
    <w:rsid w:val="00A962DF"/>
    <w:rsid w:val="00AA6DA9"/>
    <w:rsid w:val="00B67E8B"/>
    <w:rsid w:val="00B7608B"/>
    <w:rsid w:val="00B80C2A"/>
    <w:rsid w:val="00C2113D"/>
    <w:rsid w:val="00C32B5E"/>
    <w:rsid w:val="00C52479"/>
    <w:rsid w:val="00C6624D"/>
    <w:rsid w:val="00C67247"/>
    <w:rsid w:val="00D03FB3"/>
    <w:rsid w:val="00D252E8"/>
    <w:rsid w:val="00D365B5"/>
    <w:rsid w:val="00D51D8C"/>
    <w:rsid w:val="00D97BD5"/>
    <w:rsid w:val="00E15661"/>
    <w:rsid w:val="00E21810"/>
    <w:rsid w:val="00E245B5"/>
    <w:rsid w:val="00E57378"/>
    <w:rsid w:val="00E70564"/>
    <w:rsid w:val="00E7760F"/>
    <w:rsid w:val="00E85637"/>
    <w:rsid w:val="00EC5BAE"/>
    <w:rsid w:val="00F04FCF"/>
    <w:rsid w:val="00F92130"/>
    <w:rsid w:val="00F94062"/>
    <w:rsid w:val="00FB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FD4865"/>
  <w15:docId w15:val="{9D21D13C-86B0-4EC7-AC0C-A8BB2D8DD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ul\AppData\Local\Microsoft\Windows\INetCache\IE\Q5JL2VSH\kirjaplank_ee_201811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54238-E617-464B-AA6B-22543CF49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kirjaplank_ee_20181113</Template>
  <TotalTime>15</TotalTime>
  <Pages>1</Pages>
  <Words>138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941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MS Office 2016(TM) file templates</dc:subject>
  <dc:creator>Anu Laas</dc:creator>
  <dc:description>Ver 6.0, 11.2018</dc:description>
  <cp:lastModifiedBy>Einart Kask</cp:lastModifiedBy>
  <cp:revision>3</cp:revision>
  <cp:lastPrinted>2014-04-01T12:05:00Z</cp:lastPrinted>
  <dcterms:created xsi:type="dcterms:W3CDTF">2022-11-25T12:35:00Z</dcterms:created>
  <dcterms:modified xsi:type="dcterms:W3CDTF">2022-11-28T07:44:00Z</dcterms:modified>
</cp:coreProperties>
</file>